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3E6" w:rsidRDefault="00AF53E6" w:rsidP="00D10DA5">
      <w:pPr>
        <w:jc w:val="center"/>
        <w:rPr>
          <w:b/>
        </w:rPr>
      </w:pPr>
      <w:bookmarkStart w:id="0" w:name="_GoBack"/>
      <w:bookmarkEnd w:id="0"/>
      <w:r w:rsidRPr="00AF53E6">
        <w:rPr>
          <w:b/>
        </w:rPr>
        <w:t>Note-taking form for Earthquakes, Volcanoes, and Mountain Ranges Research and Technology Project</w:t>
      </w:r>
    </w:p>
    <w:p w:rsidR="00AF53E6" w:rsidRDefault="00AF53E6" w:rsidP="00AF53E6">
      <w:pPr>
        <w:rPr>
          <w:b/>
        </w:rPr>
      </w:pPr>
      <w:r>
        <w:rPr>
          <w:b/>
        </w:rPr>
        <w:t>Name</w:t>
      </w:r>
      <w:r w:rsidRPr="00D10DA5">
        <w:t xml:space="preserve">:                                                                                                                                      </w:t>
      </w:r>
      <w:r>
        <w:rPr>
          <w:b/>
        </w:rPr>
        <w:t>Class:</w:t>
      </w:r>
    </w:p>
    <w:p w:rsidR="003B1EDC" w:rsidRPr="00D10DA5" w:rsidRDefault="003B1EDC" w:rsidP="00AF53E6">
      <w:r>
        <w:rPr>
          <w:b/>
        </w:rPr>
        <w:t>Partners or group members:</w:t>
      </w:r>
    </w:p>
    <w:p w:rsidR="00AF53E6" w:rsidRPr="00D10DA5" w:rsidRDefault="00FD6058" w:rsidP="00AF53E6">
      <w:r>
        <w:rPr>
          <w:b/>
        </w:rPr>
        <w:t xml:space="preserve">Your </w:t>
      </w:r>
      <w:r w:rsidR="00AF53E6">
        <w:rPr>
          <w:b/>
        </w:rPr>
        <w:t>Geological Event</w:t>
      </w:r>
      <w:r>
        <w:rPr>
          <w:b/>
        </w:rPr>
        <w:t xml:space="preserve"> (Earthquake, Volcano or Mountain Range</w:t>
      </w:r>
      <w:r w:rsidR="00AF53E6">
        <w:rPr>
          <w:b/>
        </w:rPr>
        <w:t xml:space="preserve">): </w:t>
      </w:r>
    </w:p>
    <w:p w:rsidR="0060065F" w:rsidRDefault="00D10DA5" w:rsidP="00FD6058">
      <w:pPr>
        <w:spacing w:after="0"/>
        <w:rPr>
          <w:b/>
        </w:rPr>
      </w:pPr>
      <w:r w:rsidRPr="00D10DA5">
        <w:rPr>
          <w:b/>
          <w:u w:val="single"/>
        </w:rPr>
        <w:t>Location</w:t>
      </w:r>
      <w:r w:rsidR="00FD6058">
        <w:rPr>
          <w:b/>
        </w:rPr>
        <w:t xml:space="preserve"> (name, location and map coordinates):</w:t>
      </w:r>
    </w:p>
    <w:p w:rsidR="001B56E5" w:rsidRDefault="001B56E5" w:rsidP="00FD6058">
      <w:pPr>
        <w:spacing w:after="0"/>
        <w:rPr>
          <w:b/>
        </w:rPr>
      </w:pPr>
    </w:p>
    <w:p w:rsidR="00D96756" w:rsidRDefault="00D10DA5" w:rsidP="00A56206">
      <w:pPr>
        <w:pStyle w:val="Default"/>
        <w:rPr>
          <w:rStyle w:val="apple-style-span"/>
          <w:rFonts w:ascii="Arial" w:hAnsi="Arial" w:cs="Arial"/>
          <w:color w:val="00B0F0"/>
          <w:sz w:val="18"/>
          <w:szCs w:val="18"/>
          <w:shd w:val="clear" w:color="auto" w:fill="FFFFFF"/>
        </w:rPr>
      </w:pPr>
      <w:r w:rsidRPr="00A56206">
        <w:rPr>
          <w:rFonts w:asciiTheme="minorHAnsi" w:hAnsiTheme="minorHAnsi"/>
          <w:b/>
          <w:sz w:val="22"/>
          <w:szCs w:val="22"/>
        </w:rPr>
        <w:t>Geological Processes:</w:t>
      </w:r>
      <w:r w:rsidR="002B1476" w:rsidRPr="00A56206">
        <w:rPr>
          <w:rFonts w:asciiTheme="minorHAnsi" w:hAnsiTheme="minorHAnsi"/>
          <w:b/>
        </w:rPr>
        <w:t xml:space="preserve"> </w:t>
      </w:r>
    </w:p>
    <w:p w:rsidR="00AB75DA" w:rsidRPr="00AB75DA" w:rsidRDefault="00AB75DA" w:rsidP="00A56206">
      <w:pPr>
        <w:pStyle w:val="Default"/>
        <w:rPr>
          <w:rStyle w:val="apple-style-span"/>
          <w:rFonts w:ascii="Arial" w:hAnsi="Arial" w:cs="Arial"/>
          <w:color w:val="00B0F0"/>
          <w:sz w:val="14"/>
          <w:szCs w:val="18"/>
          <w:shd w:val="clear" w:color="auto" w:fill="FFFFFF"/>
        </w:rPr>
      </w:pPr>
    </w:p>
    <w:p w:rsidR="00246605" w:rsidRPr="00AB75DA" w:rsidRDefault="00246605" w:rsidP="00246605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36"/>
        </w:rPr>
      </w:pPr>
      <w:r w:rsidRPr="00AB75DA">
        <w:rPr>
          <w:rFonts w:asciiTheme="minorHAnsi" w:hAnsiTheme="minorHAnsi"/>
          <w:sz w:val="28"/>
          <w:szCs w:val="36"/>
        </w:rPr>
        <w:t>Type of boundary (convergent, divergent, or transform)</w:t>
      </w:r>
    </w:p>
    <w:p w:rsidR="00CD1699" w:rsidRPr="00AB75DA" w:rsidRDefault="00CD1699" w:rsidP="00CD1699">
      <w:pPr>
        <w:pStyle w:val="Default"/>
        <w:ind w:left="720"/>
        <w:rPr>
          <w:rFonts w:asciiTheme="minorHAnsi" w:hAnsiTheme="minorHAnsi"/>
          <w:sz w:val="28"/>
          <w:szCs w:val="36"/>
        </w:rPr>
      </w:pPr>
    </w:p>
    <w:p w:rsidR="00246605" w:rsidRPr="00AB75DA" w:rsidRDefault="00246605" w:rsidP="00246605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36"/>
        </w:rPr>
      </w:pPr>
      <w:r w:rsidRPr="00AB75DA">
        <w:rPr>
          <w:rFonts w:asciiTheme="minorHAnsi" w:hAnsiTheme="minorHAnsi"/>
          <w:sz w:val="28"/>
          <w:szCs w:val="36"/>
        </w:rPr>
        <w:t>Type of plates involved (Oceanic or Continental)</w:t>
      </w:r>
    </w:p>
    <w:p w:rsidR="00AB75DA" w:rsidRPr="00AB75DA" w:rsidRDefault="00AB75DA" w:rsidP="00AB75DA">
      <w:pPr>
        <w:pStyle w:val="Default"/>
        <w:ind w:left="720"/>
        <w:rPr>
          <w:rFonts w:asciiTheme="minorHAnsi" w:hAnsiTheme="minorHAnsi"/>
          <w:sz w:val="28"/>
          <w:szCs w:val="36"/>
        </w:rPr>
      </w:pPr>
    </w:p>
    <w:p w:rsidR="00246605" w:rsidRPr="00AB75DA" w:rsidRDefault="00246605" w:rsidP="00246605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36"/>
        </w:rPr>
      </w:pPr>
      <w:r w:rsidRPr="00AB75DA">
        <w:rPr>
          <w:rFonts w:asciiTheme="minorHAnsi" w:hAnsiTheme="minorHAnsi"/>
          <w:sz w:val="28"/>
          <w:szCs w:val="36"/>
        </w:rPr>
        <w:t xml:space="preserve">Any other geological processes at your location (hot spot, erosion, </w:t>
      </w:r>
      <w:proofErr w:type="spellStart"/>
      <w:r w:rsidRPr="00AB75DA">
        <w:rPr>
          <w:rFonts w:asciiTheme="minorHAnsi" w:hAnsiTheme="minorHAnsi"/>
          <w:sz w:val="28"/>
          <w:szCs w:val="36"/>
        </w:rPr>
        <w:t>etc</w:t>
      </w:r>
      <w:proofErr w:type="spellEnd"/>
      <w:r w:rsidRPr="00AB75DA">
        <w:rPr>
          <w:rFonts w:asciiTheme="minorHAnsi" w:hAnsiTheme="minorHAnsi"/>
          <w:sz w:val="28"/>
          <w:szCs w:val="36"/>
        </w:rPr>
        <w:t>)</w:t>
      </w:r>
    </w:p>
    <w:p w:rsidR="00AB75DA" w:rsidRPr="00AB75DA" w:rsidRDefault="00AB75DA" w:rsidP="00AB75DA">
      <w:pPr>
        <w:pStyle w:val="Default"/>
        <w:ind w:left="720"/>
        <w:rPr>
          <w:rFonts w:asciiTheme="minorHAnsi" w:hAnsiTheme="minorHAnsi"/>
          <w:sz w:val="28"/>
          <w:szCs w:val="36"/>
        </w:rPr>
      </w:pPr>
    </w:p>
    <w:p w:rsidR="00246605" w:rsidRPr="00AB75DA" w:rsidRDefault="00246605" w:rsidP="00246605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36"/>
        </w:rPr>
      </w:pPr>
      <w:r w:rsidRPr="00AB75DA">
        <w:rPr>
          <w:rFonts w:asciiTheme="minorHAnsi" w:hAnsiTheme="minorHAnsi"/>
          <w:sz w:val="28"/>
          <w:szCs w:val="36"/>
        </w:rPr>
        <w:t xml:space="preserve">At least 1 image </w:t>
      </w:r>
      <w:r w:rsidR="00C40A41">
        <w:rPr>
          <w:rFonts w:asciiTheme="minorHAnsi" w:hAnsiTheme="minorHAnsi"/>
          <w:sz w:val="28"/>
          <w:szCs w:val="36"/>
        </w:rPr>
        <w:t xml:space="preserve">or diagram </w:t>
      </w:r>
      <w:r w:rsidRPr="00AB75DA">
        <w:rPr>
          <w:rFonts w:asciiTheme="minorHAnsi" w:hAnsiTheme="minorHAnsi"/>
          <w:sz w:val="28"/>
          <w:szCs w:val="36"/>
        </w:rPr>
        <w:t>that helps illustrate the geologic processes</w:t>
      </w:r>
    </w:p>
    <w:p w:rsidR="00246605" w:rsidRPr="00A56206" w:rsidRDefault="00246605" w:rsidP="00246605">
      <w:pPr>
        <w:pStyle w:val="Default"/>
        <w:ind w:left="720"/>
        <w:rPr>
          <w:rFonts w:asciiTheme="minorHAnsi" w:hAnsiTheme="minorHAnsi"/>
        </w:rPr>
      </w:pPr>
    </w:p>
    <w:p w:rsidR="00AB75DA" w:rsidRPr="00FD6058" w:rsidRDefault="00AB75DA" w:rsidP="00AB75DA">
      <w:pPr>
        <w:spacing w:after="0"/>
      </w:pPr>
      <w:r>
        <w:rPr>
          <w:b/>
        </w:rPr>
        <w:t xml:space="preserve">Description and Characteristics (for a 4):  </w:t>
      </w:r>
      <w:r w:rsidRPr="00AB75DA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Describe your event (earthquake, volcano, mountain range). Be sure to include quantitative data as</w:t>
      </w:r>
      <w:r w:rsidR="00C40A41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 xml:space="preserve"> well as qualitative. How </w:t>
      </w:r>
      <w:proofErr w:type="spellStart"/>
      <w:r w:rsidR="00C40A41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much</w:t>
      </w:r>
      <w:proofErr w:type="gramStart"/>
      <w:r w:rsidR="00C40A41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,how</w:t>
      </w:r>
      <w:proofErr w:type="spellEnd"/>
      <w:proofErr w:type="gramEnd"/>
      <w:r w:rsidR="00C40A41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="00C40A41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often,how</w:t>
      </w:r>
      <w:proofErr w:type="spellEnd"/>
      <w:r w:rsidR="00C40A41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 xml:space="preserve"> high, how </w:t>
      </w:r>
      <w:proofErr w:type="spellStart"/>
      <w:r w:rsidR="00C40A41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deep,</w:t>
      </w:r>
      <w:r w:rsidRPr="00AB75DA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how</w:t>
      </w:r>
      <w:proofErr w:type="spellEnd"/>
      <w:r w:rsidRPr="00AB75DA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 xml:space="preserve"> old or young, etc. Find a photo of your event or geologic feature using </w:t>
      </w:r>
      <w:proofErr w:type="spellStart"/>
      <w:r w:rsidRPr="00AB75DA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Flickrcc</w:t>
      </w:r>
      <w:proofErr w:type="spellEnd"/>
      <w:r w:rsidRPr="00AB75DA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 xml:space="preserve"> or Wikimedia Commons.</w:t>
      </w:r>
    </w:p>
    <w:p w:rsidR="00861CD2" w:rsidRDefault="00861CD2" w:rsidP="00AF53E6">
      <w:pPr>
        <w:rPr>
          <w:b/>
        </w:rPr>
      </w:pPr>
    </w:p>
    <w:p w:rsidR="00D96756" w:rsidRDefault="00D96756">
      <w:pPr>
        <w:rPr>
          <w:rStyle w:val="apple-style-span"/>
          <w:rFonts w:ascii="Arial" w:hAnsi="Arial" w:cs="Arial"/>
          <w:color w:val="00B0F0"/>
          <w:sz w:val="18"/>
          <w:szCs w:val="18"/>
          <w:shd w:val="clear" w:color="auto" w:fill="FFFFFF"/>
        </w:rPr>
      </w:pPr>
      <w:r w:rsidRPr="00D96756">
        <w:rPr>
          <w:b/>
        </w:rPr>
        <w:t>Patterns and Connections</w:t>
      </w:r>
      <w:r w:rsidR="00C5750F">
        <w:rPr>
          <w:b/>
        </w:rPr>
        <w:t xml:space="preserve"> (for a 4)</w:t>
      </w:r>
      <w:r>
        <w:rPr>
          <w:b/>
        </w:rPr>
        <w:t>:</w:t>
      </w:r>
      <w:r>
        <w:t xml:space="preserve"> </w:t>
      </w:r>
      <w:r w:rsidR="003B1EDC">
        <w:rPr>
          <w:color w:val="00B0F0"/>
        </w:rPr>
        <w:t xml:space="preserve"> </w:t>
      </w:r>
      <w:r w:rsidR="003B1EDC" w:rsidRPr="00AB75DA">
        <w:t xml:space="preserve">How is your event related </w:t>
      </w:r>
      <w:r w:rsidR="00C5750F" w:rsidRPr="00AB75DA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to other types of geological events</w:t>
      </w:r>
      <w:r w:rsidR="003B1EDC" w:rsidRPr="00AB75DA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 xml:space="preserve"> in the region</w:t>
      </w:r>
      <w:r w:rsidR="00C5750F" w:rsidRPr="00AB75DA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?</w:t>
      </w:r>
      <w:r w:rsidR="003B1EDC" w:rsidRPr="00AB75DA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 xml:space="preserve">  What patterns do you see?</w:t>
      </w:r>
    </w:p>
    <w:p w:rsidR="003B1EDC" w:rsidRDefault="003B1EDC">
      <w:pPr>
        <w:rPr>
          <w:rStyle w:val="apple-style-span"/>
          <w:rFonts w:ascii="Arial" w:hAnsi="Arial" w:cs="Arial"/>
          <w:color w:val="00B0F0"/>
          <w:sz w:val="18"/>
          <w:szCs w:val="18"/>
          <w:shd w:val="clear" w:color="auto" w:fill="FFFFFF"/>
        </w:rPr>
      </w:pPr>
    </w:p>
    <w:p w:rsidR="003B1EDC" w:rsidRPr="00AB75DA" w:rsidRDefault="003B1EDC" w:rsidP="003B1EDC">
      <w:pPr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b/>
        </w:rPr>
        <w:t>Sources</w:t>
      </w:r>
      <w:proofErr w:type="gramStart"/>
      <w:r>
        <w:rPr>
          <w:b/>
        </w:rPr>
        <w:t>:</w:t>
      </w:r>
      <w:proofErr w:type="gramEnd"/>
      <w:r>
        <w:rPr>
          <w:rFonts w:ascii="Arial" w:hAnsi="Arial" w:cs="Arial"/>
          <w:color w:val="000000"/>
          <w:sz w:val="18"/>
          <w:szCs w:val="18"/>
        </w:rPr>
        <w:br/>
      </w:r>
      <w:r w:rsidR="00AB75DA">
        <w:rPr>
          <w:rFonts w:ascii="Arial" w:hAnsi="Arial" w:cs="Arial"/>
          <w:sz w:val="18"/>
          <w:szCs w:val="18"/>
          <w:shd w:val="clear" w:color="auto" w:fill="FFFFFF"/>
        </w:rPr>
        <w:t>Copy and paste the links to ANY source you use, including links to images</w:t>
      </w:r>
    </w:p>
    <w:p w:rsidR="00AB75DA" w:rsidRDefault="00AB75DA" w:rsidP="003B1EDC">
      <w:pPr>
        <w:rPr>
          <w:b/>
        </w:rPr>
      </w:pPr>
    </w:p>
    <w:p w:rsidR="003B1EDC" w:rsidRPr="00D96756" w:rsidRDefault="003B1EDC"/>
    <w:sectPr w:rsidR="003B1EDC" w:rsidRPr="00D96756" w:rsidSect="00AF53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E3E1D"/>
    <w:multiLevelType w:val="hybridMultilevel"/>
    <w:tmpl w:val="21261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058"/>
    <w:rsid w:val="001B56E5"/>
    <w:rsid w:val="00246605"/>
    <w:rsid w:val="002B1476"/>
    <w:rsid w:val="003A365C"/>
    <w:rsid w:val="003B1EDC"/>
    <w:rsid w:val="004A26B0"/>
    <w:rsid w:val="0060065F"/>
    <w:rsid w:val="00762F80"/>
    <w:rsid w:val="007D4FEE"/>
    <w:rsid w:val="00861CD2"/>
    <w:rsid w:val="009346F0"/>
    <w:rsid w:val="00937B4C"/>
    <w:rsid w:val="00A56206"/>
    <w:rsid w:val="00AB75DA"/>
    <w:rsid w:val="00AF53E6"/>
    <w:rsid w:val="00B91CB5"/>
    <w:rsid w:val="00C40A41"/>
    <w:rsid w:val="00C5750F"/>
    <w:rsid w:val="00CD1699"/>
    <w:rsid w:val="00D10DA5"/>
    <w:rsid w:val="00D96756"/>
    <w:rsid w:val="00FD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56206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FD6058"/>
  </w:style>
  <w:style w:type="character" w:customStyle="1" w:styleId="apple-converted-space">
    <w:name w:val="apple-converted-space"/>
    <w:basedOn w:val="DefaultParagraphFont"/>
    <w:rsid w:val="00FD6058"/>
  </w:style>
  <w:style w:type="character" w:styleId="Strong">
    <w:name w:val="Strong"/>
    <w:basedOn w:val="DefaultParagraphFont"/>
    <w:uiPriority w:val="22"/>
    <w:qFormat/>
    <w:rsid w:val="00C5750F"/>
    <w:rPr>
      <w:b/>
      <w:bCs/>
    </w:rPr>
  </w:style>
  <w:style w:type="paragraph" w:styleId="ListParagraph">
    <w:name w:val="List Paragraph"/>
    <w:basedOn w:val="Normal"/>
    <w:uiPriority w:val="34"/>
    <w:qFormat/>
    <w:rsid w:val="00AB75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56206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FD6058"/>
  </w:style>
  <w:style w:type="character" w:customStyle="1" w:styleId="apple-converted-space">
    <w:name w:val="apple-converted-space"/>
    <w:basedOn w:val="DefaultParagraphFont"/>
    <w:rsid w:val="00FD6058"/>
  </w:style>
  <w:style w:type="character" w:styleId="Strong">
    <w:name w:val="Strong"/>
    <w:basedOn w:val="DefaultParagraphFont"/>
    <w:uiPriority w:val="22"/>
    <w:qFormat/>
    <w:rsid w:val="00C5750F"/>
    <w:rPr>
      <w:b/>
      <w:bCs/>
    </w:rPr>
  </w:style>
  <w:style w:type="paragraph" w:styleId="ListParagraph">
    <w:name w:val="List Paragraph"/>
    <w:basedOn w:val="Normal"/>
    <w:uiPriority w:val="34"/>
    <w:qFormat/>
    <w:rsid w:val="00AB7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ky\Downloads\Note-taking%20Template%20for%20Earthquakes,%20Volcanoes%20and%20Mountain%20Range%20Resear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Note-taking Template for Earthquakes, Volcanoes and Mountain Range Research.dotx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</dc:creator>
  <cp:lastModifiedBy>Johnson, Rebecca</cp:lastModifiedBy>
  <cp:revision>2</cp:revision>
  <dcterms:created xsi:type="dcterms:W3CDTF">2011-10-05T19:23:00Z</dcterms:created>
  <dcterms:modified xsi:type="dcterms:W3CDTF">2011-10-05T19:23:00Z</dcterms:modified>
</cp:coreProperties>
</file>